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DF" w:rsidRDefault="00A86A47">
      <w:pPr>
        <w:sectPr w:rsidR="00CB54DF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3192145</wp:posOffset>
                </wp:positionH>
                <wp:positionV relativeFrom="paragraph">
                  <wp:posOffset>0</wp:posOffset>
                </wp:positionV>
                <wp:extent cx="2560320" cy="4352925"/>
                <wp:effectExtent l="10795" t="9525" r="10160" b="95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435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A47" w:rsidRPr="00A86A47" w:rsidRDefault="00A86A47" w:rsidP="00A86A4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86A47">
                              <w:rPr>
                                <w:sz w:val="28"/>
                              </w:rPr>
                              <w:t>Interesting Facts!</w:t>
                            </w:r>
                          </w:p>
                          <w:p w:rsidR="00A86A47" w:rsidRDefault="00A86A47" w:rsidP="00A86A47"/>
                          <w:p w:rsidR="00A86A47" w:rsidRDefault="00A86A47" w:rsidP="00A86A47">
                            <w:r>
                              <w:t>Back Cover</w:t>
                            </w:r>
                          </w:p>
                          <w:p w:rsidR="00A86A47" w:rsidRDefault="00A86A47" w:rsidP="00A86A47"/>
                          <w:p w:rsidR="00A86A47" w:rsidRDefault="00A86A47" w:rsidP="00A86A47">
                            <w:r>
                              <w:t xml:space="preserve">Put at least </w:t>
                            </w:r>
                            <w:r w:rsidR="00DA7B5A">
                              <w:t>4 facts about asteroids on this page.  A picture would be nice too!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1.35pt;margin-top:0;width:201.6pt;height:3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">
                <v:textbox>
                  <w:txbxContent>
                    <w:p w:rsidR="00A86A47" w:rsidRPr="00A86A47" w:rsidRDefault="00A86A47" w:rsidP="00A86A47">
                      <w:pPr>
                        <w:jc w:val="center"/>
                        <w:rPr>
                          <w:sz w:val="28"/>
                        </w:rPr>
                      </w:pPr>
                      <w:r w:rsidRPr="00A86A47">
                        <w:rPr>
                          <w:sz w:val="28"/>
                        </w:rPr>
                        <w:t>Interesting Facts!</w:t>
                      </w:r>
                    </w:p>
                    <w:p w:rsidR="00A86A47" w:rsidRDefault="00A86A47" w:rsidP="00A86A47"/>
                    <w:p w:rsidR="00A86A47" w:rsidRDefault="00A86A47" w:rsidP="00A86A47">
                      <w:r>
                        <w:t>Back Cover</w:t>
                      </w:r>
                    </w:p>
                    <w:p w:rsidR="00A86A47" w:rsidRDefault="00A86A47" w:rsidP="00A86A47"/>
                    <w:p w:rsidR="00A86A47" w:rsidRDefault="00A86A47" w:rsidP="00A86A47">
                      <w:r>
                        <w:t xml:space="preserve">Put at least </w:t>
                      </w:r>
                      <w:r w:rsidR="00DA7B5A">
                        <w:t>4 facts about asteroids on this page.  A picture would be nice too!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2313305</wp:posOffset>
                </wp:positionV>
                <wp:extent cx="2560320" cy="455295"/>
                <wp:effectExtent l="0" t="0" r="4445" b="3175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455295"/>
                        </a:xfrm>
                        <a:prstGeom prst="rect">
                          <a:avLst/>
                        </a:prstGeom>
                        <a:solidFill>
                          <a:srgbClr val="DAE1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Company"/>
                              <w:id w:val="71674626"/>
                              <w:placeholder>
                                <w:docPart w:val="30381C3919A443E88110DC64BA54E56B"/>
                              </w:placeholder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CB54DF" w:rsidRDefault="00A86A47">
                                <w:pPr>
                                  <w:pStyle w:val="BrochureTitle"/>
                                </w:pPr>
                                <w:r>
                                  <w:t>Title Page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150.4pt;margin-top:182.15pt;width:201.6pt;height:35.8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" fillcolor="#dae1e8" stroked="f">
                <v:textbox>
                  <w:txbxContent>
                    <w:sdt>
                      <w:sdtPr>
                        <w:alias w:val="Company"/>
                        <w:id w:val="71674626"/>
                        <w:placeholder>
                          <w:docPart w:val="30381C3919A443E88110DC64BA54E56B"/>
                        </w:placeholder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EndPr/>
                      <w:sdtContent>
                        <w:p w:rsidR="00CB54DF" w:rsidRDefault="00A86A47">
                          <w:pPr>
                            <w:pStyle w:val="BrochureTitle"/>
                          </w:pPr>
                          <w:r>
                            <w:t>Title Page</w:t>
                          </w:r>
                        </w:p>
                      </w:sdtContent>
                    </w:sdt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560320" cy="4271010"/>
                <wp:effectExtent l="6985" t="0" r="4445" b="571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0320" cy="42710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bg2">
                                <a:lumMod val="50000"/>
                                <a:lumOff val="0"/>
                                <a:alpha val="0"/>
                              </a:schemeClr>
                            </a:gs>
                            <a:gs pos="100000">
                              <a:schemeClr val="bg2">
                                <a:lumMod val="90000"/>
                                <a:lumOff val="0"/>
                              </a:schemeClr>
                            </a:gs>
                          </a:gsLst>
                          <a:path path="rect">
                            <a:fillToRect t="100000" r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4DF" w:rsidRDefault="00A86A47" w:rsidP="00A86A47">
                            <w:pPr>
                              <w:pStyle w:val="BrochureSubtitle2"/>
                            </w:pPr>
                            <w:r>
                              <w:t>Your name</w:t>
                            </w:r>
                          </w:p>
                          <w:p w:rsidR="00A86A47" w:rsidRDefault="00A86A47" w:rsidP="00A86A47">
                            <w:pPr>
                              <w:pStyle w:val="BrochureSubtitle2"/>
                            </w:pPr>
                            <w:r>
                              <w:t>Period</w:t>
                            </w:r>
                          </w:p>
                        </w:txbxContent>
                      </wps:txbx>
                      <wps:bodyPr rot="0" vert="horz" wrap="square" lIns="91440" tIns="32004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margin-left:150.4pt;margin-top:0;width:201.6pt;height:336.3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" fillcolor="#938953 [1614]" stroked="f">
                <v:fill opacity="0" color2="#ddd8c2 [2894]" focusposition=",1" focussize="" focus="100%" type="gradientRadial">
                  <o:fill v:ext="view" type="gradientCenter"/>
                </v:fill>
                <v:textbox inset=",252pt">
                  <w:txbxContent>
                    <w:p w:rsidR="00CB54DF" w:rsidRDefault="00A86A47" w:rsidP="00A86A47">
                      <w:pPr>
                        <w:pStyle w:val="BrochureSubtitle2"/>
                      </w:pPr>
                      <w:r>
                        <w:t>Your name</w:t>
                      </w:r>
                    </w:p>
                    <w:p w:rsidR="00A86A47" w:rsidRDefault="00A86A47" w:rsidP="00A86A47">
                      <w:pPr>
                        <w:pStyle w:val="BrochureSubtitle2"/>
                      </w:pPr>
                      <w:r>
                        <w:t>Period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560320" cy="2286000"/>
                <wp:effectExtent l="0" t="0" r="4445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0320" cy="22860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path path="rect">
                            <a:fillToRect t="100000" r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4DF" w:rsidRDefault="00CB54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margin-left:150.4pt;margin-top:0;width:201.6pt;height:180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" fillcolor="#4f81bd [3204]" stroked="f">
                <v:fill color2="#b8cce4 [1300]" focusposition=",1" focussize="" focus="100%" type="gradientRadial">
                  <o:fill v:ext="view" type="gradientCenter"/>
                </v:fill>
                <v:textbox>
                  <w:txbxContent>
                    <w:p w:rsidR="00CB54DF" w:rsidRDefault="00CB54DF"/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2560320" cy="6858000"/>
                <wp:effectExtent l="0" t="0" r="1905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0320" cy="68580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bg2">
                                <a:lumMod val="50000"/>
                                <a:lumOff val="0"/>
                                <a:alpha val="0"/>
                              </a:schemeClr>
                            </a:gs>
                            <a:gs pos="100000">
                              <a:schemeClr val="bg2">
                                <a:lumMod val="90000"/>
                                <a:lumOff val="0"/>
                              </a:schemeClr>
                            </a:gs>
                          </a:gsLst>
                          <a:path path="rect">
                            <a:fillToRect t="100000" r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4DF" w:rsidRPr="00A86A47" w:rsidRDefault="00A86A47" w:rsidP="00A86A47">
                            <w:pPr>
                              <w:pStyle w:val="SectionHeading2"/>
                              <w:jc w:val="center"/>
                              <w:rPr>
                                <w:sz w:val="32"/>
                              </w:rPr>
                            </w:pPr>
                            <w:r w:rsidRPr="00A86A47">
                              <w:rPr>
                                <w:sz w:val="32"/>
                              </w:rPr>
                              <w:t>Summary Page</w:t>
                            </w:r>
                          </w:p>
                          <w:p w:rsidR="00CB54DF" w:rsidRDefault="00CB54DF" w:rsidP="00A86A47">
                            <w:pPr>
                              <w:pStyle w:val="BrochureCopy"/>
                            </w:pPr>
                          </w:p>
                          <w:p w:rsidR="00CB54DF" w:rsidRDefault="00CB54DF" w:rsidP="00A86A47">
                            <w:pPr>
                              <w:pStyle w:val="BrochureList"/>
                              <w:numPr>
                                <w:ilvl w:val="0"/>
                                <w:numId w:val="0"/>
                              </w:numPr>
                              <w:ind w:left="360"/>
                            </w:pPr>
                          </w:p>
                          <w:p w:rsidR="00CB54DF" w:rsidRDefault="00CB54DF">
                            <w:pPr>
                              <w:pStyle w:val="SectionHeading2"/>
                            </w:pPr>
                          </w:p>
                          <w:p w:rsidR="00CB54DF" w:rsidRDefault="00DA7B5A" w:rsidP="00A86A47">
                            <w:pPr>
                              <w:pStyle w:val="BrochureCopy"/>
                            </w:pPr>
                            <w:r>
                              <w:t>Write 2-4 sentences explaining the job of an astronomer.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margin-left:0;margin-top:0;width:201.6pt;height:540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" fillcolor="#938953 [1614]" stroked="f">
                <v:fill opacity="0" color2="#ddd8c2 [2894]" focusposition=",1" focussize="" focus="100%" type="gradientRadial">
                  <o:fill v:ext="view" type="gradientCenter"/>
                </v:fill>
                <v:textbox>
                  <w:txbxContent>
                    <w:p w:rsidR="00CB54DF" w:rsidRPr="00A86A47" w:rsidRDefault="00A86A47" w:rsidP="00A86A47">
                      <w:pPr>
                        <w:pStyle w:val="SectionHeading2"/>
                        <w:jc w:val="center"/>
                        <w:rPr>
                          <w:sz w:val="32"/>
                        </w:rPr>
                      </w:pPr>
                      <w:r w:rsidRPr="00A86A47">
                        <w:rPr>
                          <w:sz w:val="32"/>
                        </w:rPr>
                        <w:t>Summary Page</w:t>
                      </w:r>
                    </w:p>
                    <w:p w:rsidR="00CB54DF" w:rsidRDefault="00CB54DF" w:rsidP="00A86A47">
                      <w:pPr>
                        <w:pStyle w:val="BrochureCopy"/>
                      </w:pPr>
                    </w:p>
                    <w:p w:rsidR="00CB54DF" w:rsidRDefault="00CB54DF" w:rsidP="00A86A47">
                      <w:pPr>
                        <w:pStyle w:val="BrochureList"/>
                        <w:numPr>
                          <w:ilvl w:val="0"/>
                          <w:numId w:val="0"/>
                        </w:numPr>
                        <w:ind w:left="360"/>
                      </w:pPr>
                    </w:p>
                    <w:p w:rsidR="00CB54DF" w:rsidRDefault="00CB54DF">
                      <w:pPr>
                        <w:pStyle w:val="SectionHeading2"/>
                      </w:pPr>
                    </w:p>
                    <w:p w:rsidR="00CB54DF" w:rsidRDefault="00DA7B5A" w:rsidP="00A86A47">
                      <w:pPr>
                        <w:pStyle w:val="BrochureCopy"/>
                      </w:pPr>
                      <w:r>
                        <w:t>Write 2-4 sentences explaining the job of an astronomer.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CB54DF" w:rsidRDefault="00A86A47"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2457450" cy="3209925"/>
                <wp:effectExtent l="0" t="0" r="0" b="0"/>
                <wp:docPr id="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32099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bg2">
                                <a:lumMod val="50000"/>
                                <a:lumOff val="0"/>
                              </a:schemeClr>
                            </a:gs>
                            <a:gs pos="100000">
                              <a:schemeClr val="bg2">
                                <a:lumMod val="100000"/>
                                <a:lumOff val="0"/>
                                <a:alpha val="77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" o:spid="_x0000_s1026" style="width:193.5pt;height:25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" fillcolor="#938953 [1614]" stroked="f">
                <v:fill color2="#eeece1 [3214]" o:opacity2="50462f" focus="100%" type="gradientRadial">
                  <o:fill v:ext="view" type="gradientCenter"/>
                </v:fill>
                <w10:anchorlock/>
              </v:rect>
            </w:pict>
          </mc:Fallback>
        </mc:AlternateContent>
      </w:r>
    </w:p>
    <w:p w:rsidR="00CB54DF" w:rsidRDefault="00DA7B5A" w:rsidP="00A86A47">
      <w:pPr>
        <w:pStyle w:val="SectionHeading1"/>
      </w:pPr>
      <w:r>
        <w:t>Schooling</w:t>
      </w:r>
    </w:p>
    <w:p w:rsidR="00CB54DF" w:rsidRDefault="00DA7B5A">
      <w:pPr>
        <w:pStyle w:val="SectionHeading2"/>
      </w:pPr>
      <w:r>
        <w:t>What degree do I need?  How many years is the program?</w:t>
      </w:r>
    </w:p>
    <w:p w:rsidR="00DA7B5A" w:rsidRDefault="00DA7B5A">
      <w:pPr>
        <w:pStyle w:val="BrochureCopy"/>
      </w:pPr>
      <w:r>
        <w:t>Answer these two questions here.</w:t>
      </w:r>
    </w:p>
    <w:p w:rsidR="00B84EBF" w:rsidRDefault="00B84EBF">
      <w:pPr>
        <w:pStyle w:val="BrochureCopy"/>
      </w:pPr>
    </w:p>
    <w:p w:rsidR="00CB54DF" w:rsidRDefault="00DA7B5A">
      <w:pPr>
        <w:pStyle w:val="SectionHeading2"/>
      </w:pPr>
      <w:r>
        <w:t>What schools offer my degree?</w:t>
      </w:r>
    </w:p>
    <w:p w:rsidR="00CB54DF" w:rsidRDefault="00DA7B5A" w:rsidP="00A86A47">
      <w:pPr>
        <w:pStyle w:val="BrochureCopy"/>
      </w:pPr>
      <w:r>
        <w:t>Answer this question here.</w:t>
      </w:r>
    </w:p>
    <w:p w:rsidR="00CB54DF" w:rsidRDefault="00CB54DF">
      <w:pPr>
        <w:pStyle w:val="SectionHeading2"/>
      </w:pPr>
    </w:p>
    <w:p w:rsidR="00CB54DF" w:rsidRDefault="00CB54DF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CB54DF" w:rsidRDefault="00DA7B5A">
      <w:pPr>
        <w:pStyle w:val="SectionHeading1"/>
      </w:pPr>
      <w:r>
        <w:lastRenderedPageBreak/>
        <w:t>Employment</w:t>
      </w:r>
    </w:p>
    <w:p w:rsidR="00CB54DF" w:rsidRDefault="00CB54DF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  <w:bookmarkStart w:id="0" w:name="_GoBack"/>
      <w:bookmarkEnd w:id="0"/>
    </w:p>
    <w:p w:rsidR="00CB54DF" w:rsidRDefault="00DC66B0">
      <w:pPr>
        <w:pStyle w:val="SectionHeading2"/>
      </w:pPr>
      <w:r>
        <w:br w:type="column"/>
      </w:r>
      <w:r w:rsidR="00DA7B5A">
        <w:lastRenderedPageBreak/>
        <w:t>Job Duties</w:t>
      </w:r>
    </w:p>
    <w:p w:rsidR="00CB54DF" w:rsidRDefault="00DA7B5A" w:rsidP="00A86A47">
      <w:pPr>
        <w:pStyle w:val="BrochureCopy"/>
      </w:pPr>
      <w:r>
        <w:t>Describe what an astronomer is required to do.</w:t>
      </w:r>
    </w:p>
    <w:p w:rsidR="00CB54DF" w:rsidRDefault="00CB54DF">
      <w:pPr>
        <w:pStyle w:val="SectionHeading2"/>
      </w:pPr>
    </w:p>
    <w:p w:rsidR="00CB54DF" w:rsidRDefault="00CB54DF">
      <w:pPr>
        <w:pStyle w:val="BrochureCopy"/>
      </w:pPr>
    </w:p>
    <w:p w:rsidR="00CB54DF" w:rsidRDefault="00CB54DF">
      <w:pPr>
        <w:pStyle w:val="SectionHeading2"/>
      </w:pPr>
    </w:p>
    <w:p w:rsidR="00CB54DF" w:rsidRDefault="00CB54DF">
      <w:pPr>
        <w:pStyle w:val="BrochureCopy"/>
      </w:pPr>
    </w:p>
    <w:sectPr w:rsidR="00CB54DF" w:rsidSect="00CB54DF"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D0BB1"/>
    <w:multiLevelType w:val="hybridMultilevel"/>
    <w:tmpl w:val="D2F20380"/>
    <w:lvl w:ilvl="0" w:tplc="B61A71D8">
      <w:start w:val="1"/>
      <w:numFmt w:val="decimal"/>
      <w:pStyle w:val="Brochure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DA7CA8"/>
    <w:multiLevelType w:val="hybridMultilevel"/>
    <w:tmpl w:val="EC065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A47"/>
    <w:rsid w:val="00986EC9"/>
    <w:rsid w:val="00A86A47"/>
    <w:rsid w:val="00B84EBF"/>
    <w:rsid w:val="00CB54DF"/>
    <w:rsid w:val="00DA7B5A"/>
    <w:rsid w:val="00DC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chureTitle">
    <w:name w:val="Brochure Title"/>
    <w:basedOn w:val="Normal"/>
    <w:qFormat/>
    <w:rsid w:val="00CB54DF"/>
    <w:pPr>
      <w:spacing w:line="312" w:lineRule="auto"/>
      <w:jc w:val="both"/>
    </w:pPr>
    <w:rPr>
      <w:rFonts w:asciiTheme="majorHAnsi" w:hAnsiTheme="majorHAnsi"/>
      <w:color w:val="4F81BD" w:themeColor="accent1"/>
      <w:sz w:val="32"/>
    </w:rPr>
  </w:style>
  <w:style w:type="paragraph" w:customStyle="1" w:styleId="8A2A7A62B8364C6DA158E52967F32244">
    <w:name w:val="8A2A7A62B8364C6DA158E52967F32244"/>
    <w:rsid w:val="00CB54DF"/>
    <w:pPr>
      <w:spacing w:before="240" w:after="80"/>
      <w:outlineLvl w:val="1"/>
    </w:pPr>
    <w:rPr>
      <w:rFonts w:asciiTheme="majorHAnsi" w:hAnsiTheme="majorHAnsi"/>
      <w:color w:val="4F81BD" w:themeColor="accent1"/>
    </w:rPr>
  </w:style>
  <w:style w:type="paragraph" w:styleId="Title">
    <w:name w:val="Title"/>
    <w:basedOn w:val="Normal"/>
    <w:link w:val="TitleChar"/>
    <w:uiPriority w:val="4"/>
    <w:semiHidden/>
    <w:unhideWhenUsed/>
    <w:qFormat/>
    <w:rsid w:val="00CB54DF"/>
    <w:pPr>
      <w:spacing w:after="0" w:line="312" w:lineRule="auto"/>
      <w:jc w:val="both"/>
    </w:pPr>
    <w:rPr>
      <w:rFonts w:asciiTheme="majorHAnsi" w:eastAsiaTheme="majorEastAsia" w:hAnsiTheme="majorHAnsi" w:cstheme="majorHAnsi"/>
      <w:b/>
      <w:bCs/>
      <w:color w:val="4F81BD" w:themeColor="accent1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4"/>
    <w:semiHidden/>
    <w:rsid w:val="00CB54DF"/>
    <w:rPr>
      <w:rFonts w:asciiTheme="majorHAnsi" w:eastAsiaTheme="majorEastAsia" w:hAnsiTheme="majorHAnsi" w:cstheme="majorHAnsi"/>
      <w:b/>
      <w:bCs/>
      <w:color w:val="4F81BD" w:themeColor="accent1"/>
      <w:kern w:val="28"/>
      <w:sz w:val="3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B54D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4DF"/>
    <w:rPr>
      <w:rFonts w:ascii="Tahoma" w:hAnsi="Tahoma" w:cs="Tahoma"/>
      <w:sz w:val="16"/>
      <w:szCs w:val="16"/>
    </w:rPr>
  </w:style>
  <w:style w:type="paragraph" w:customStyle="1" w:styleId="BrochureSubtitle">
    <w:name w:val="Brochure Subtitle"/>
    <w:basedOn w:val="Normal"/>
    <w:qFormat/>
    <w:rsid w:val="00CB54DF"/>
    <w:pPr>
      <w:spacing w:before="60" w:after="120" w:line="240" w:lineRule="auto"/>
      <w:jc w:val="both"/>
    </w:pPr>
    <w:rPr>
      <w:i/>
      <w:color w:val="76923C" w:themeColor="accent3" w:themeShade="BF"/>
      <w:sz w:val="20"/>
    </w:rPr>
  </w:style>
  <w:style w:type="paragraph" w:customStyle="1" w:styleId="BrochureSubtitle2">
    <w:name w:val="Brochure Subtitle 2"/>
    <w:basedOn w:val="Normal"/>
    <w:qFormat/>
    <w:rsid w:val="00CB54DF"/>
    <w:pPr>
      <w:spacing w:before="120" w:after="120" w:line="384" w:lineRule="auto"/>
    </w:pPr>
    <w:rPr>
      <w:i/>
      <w:color w:val="76923C" w:themeColor="accent3" w:themeShade="BF"/>
      <w:sz w:val="20"/>
    </w:rPr>
  </w:style>
  <w:style w:type="paragraph" w:customStyle="1" w:styleId="SectionHeading2">
    <w:name w:val="Section Heading 2"/>
    <w:basedOn w:val="Normal"/>
    <w:qFormat/>
    <w:rsid w:val="00CB54DF"/>
    <w:pPr>
      <w:spacing w:before="240" w:after="80"/>
      <w:outlineLvl w:val="1"/>
    </w:pPr>
    <w:rPr>
      <w:rFonts w:asciiTheme="majorHAnsi" w:hAnsiTheme="majorHAnsi"/>
      <w:color w:val="4F81BD" w:themeColor="accent1"/>
    </w:rPr>
  </w:style>
  <w:style w:type="paragraph" w:customStyle="1" w:styleId="BrochureCopy">
    <w:name w:val="Brochure Copy"/>
    <w:basedOn w:val="Normal"/>
    <w:qFormat/>
    <w:rsid w:val="00CB54DF"/>
    <w:pPr>
      <w:spacing w:after="120" w:line="300" w:lineRule="auto"/>
    </w:pPr>
    <w:rPr>
      <w:sz w:val="18"/>
    </w:rPr>
  </w:style>
  <w:style w:type="paragraph" w:customStyle="1" w:styleId="SectionHeading1">
    <w:name w:val="Section Heading 1"/>
    <w:basedOn w:val="SectionHeading2"/>
    <w:qFormat/>
    <w:rsid w:val="00CB54DF"/>
    <w:rPr>
      <w:sz w:val="28"/>
    </w:rPr>
  </w:style>
  <w:style w:type="paragraph" w:customStyle="1" w:styleId="CaptionHeading">
    <w:name w:val="Caption Heading"/>
    <w:basedOn w:val="Normal"/>
    <w:qFormat/>
    <w:rsid w:val="00CB54DF"/>
    <w:pPr>
      <w:spacing w:after="120" w:line="312" w:lineRule="auto"/>
    </w:pPr>
    <w:rPr>
      <w:rFonts w:asciiTheme="majorHAnsi" w:hAnsiTheme="majorHAnsi"/>
      <w:color w:val="76923C" w:themeColor="accent3" w:themeShade="BF"/>
      <w:sz w:val="20"/>
    </w:rPr>
  </w:style>
  <w:style w:type="paragraph" w:customStyle="1" w:styleId="BrochureCaption">
    <w:name w:val="Brochure Caption"/>
    <w:basedOn w:val="Normal"/>
    <w:qFormat/>
    <w:rsid w:val="00CB54DF"/>
    <w:pPr>
      <w:spacing w:after="0" w:line="432" w:lineRule="auto"/>
    </w:pPr>
    <w:rPr>
      <w:i/>
      <w:color w:val="76923C" w:themeColor="accent3" w:themeShade="BF"/>
      <w:sz w:val="18"/>
    </w:rPr>
  </w:style>
  <w:style w:type="paragraph" w:customStyle="1" w:styleId="ContactInformation">
    <w:name w:val="Contact Information"/>
    <w:basedOn w:val="Normal"/>
    <w:qFormat/>
    <w:rsid w:val="00CB54DF"/>
    <w:pPr>
      <w:spacing w:after="0"/>
    </w:pPr>
    <w:rPr>
      <w:color w:val="4F81BD" w:themeColor="accent1"/>
      <w:sz w:val="18"/>
    </w:rPr>
  </w:style>
  <w:style w:type="paragraph" w:customStyle="1" w:styleId="ContactInformationHeading">
    <w:name w:val="Contact Information Heading"/>
    <w:basedOn w:val="Normal"/>
    <w:qFormat/>
    <w:rsid w:val="00CB54DF"/>
    <w:pPr>
      <w:spacing w:before="240" w:after="80"/>
    </w:pPr>
    <w:rPr>
      <w:rFonts w:asciiTheme="majorHAnsi" w:hAnsiTheme="majorHAnsi"/>
      <w:color w:val="4F81BD" w:themeColor="accent1"/>
    </w:rPr>
  </w:style>
  <w:style w:type="paragraph" w:customStyle="1" w:styleId="WebSiteAddress">
    <w:name w:val="Web Site Address"/>
    <w:basedOn w:val="Normal"/>
    <w:qFormat/>
    <w:rsid w:val="00CB54DF"/>
    <w:pPr>
      <w:spacing w:before="240" w:after="80"/>
    </w:pPr>
    <w:rPr>
      <w:color w:val="4F81BD" w:themeColor="accent1"/>
    </w:rPr>
  </w:style>
  <w:style w:type="paragraph" w:customStyle="1" w:styleId="BrochureList">
    <w:name w:val="Brochure List"/>
    <w:basedOn w:val="BrochureCopy"/>
    <w:qFormat/>
    <w:rsid w:val="00CB54DF"/>
    <w:pPr>
      <w:numPr>
        <w:numId w:val="1"/>
      </w:numPr>
    </w:pPr>
  </w:style>
  <w:style w:type="paragraph" w:customStyle="1" w:styleId="D3698C1BF2294BD59E4F83170C820D561">
    <w:name w:val="D3698C1BF2294BD59E4F83170C820D561"/>
    <w:rsid w:val="00CB54DF"/>
    <w:pPr>
      <w:spacing w:before="240" w:after="80"/>
      <w:outlineLvl w:val="1"/>
    </w:pPr>
    <w:rPr>
      <w:rFonts w:asciiTheme="majorHAnsi" w:hAnsiTheme="majorHAnsi"/>
      <w:color w:val="4F81BD" w:themeColor="accent1"/>
    </w:rPr>
  </w:style>
  <w:style w:type="paragraph" w:customStyle="1" w:styleId="64BDA2DDABEB45E6A11282D2E8E1D23E">
    <w:name w:val="64BDA2DDABEB45E6A11282D2E8E1D23E"/>
    <w:rsid w:val="00CB54DF"/>
    <w:pPr>
      <w:spacing w:before="240" w:after="80"/>
    </w:pPr>
    <w:rPr>
      <w:color w:val="4F81BD" w:themeColor="accent1"/>
    </w:rPr>
  </w:style>
  <w:style w:type="character" w:styleId="PlaceholderText">
    <w:name w:val="Placeholder Text"/>
    <w:basedOn w:val="DefaultParagraphFont"/>
    <w:uiPriority w:val="99"/>
    <w:semiHidden/>
    <w:rsid w:val="00B84E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chureTitle">
    <w:name w:val="Brochure Title"/>
    <w:basedOn w:val="Normal"/>
    <w:qFormat/>
    <w:rsid w:val="00CB54DF"/>
    <w:pPr>
      <w:spacing w:line="312" w:lineRule="auto"/>
      <w:jc w:val="both"/>
    </w:pPr>
    <w:rPr>
      <w:rFonts w:asciiTheme="majorHAnsi" w:hAnsiTheme="majorHAnsi"/>
      <w:color w:val="4F81BD" w:themeColor="accent1"/>
      <w:sz w:val="32"/>
    </w:rPr>
  </w:style>
  <w:style w:type="paragraph" w:customStyle="1" w:styleId="8A2A7A62B8364C6DA158E52967F32244">
    <w:name w:val="8A2A7A62B8364C6DA158E52967F32244"/>
    <w:rsid w:val="00CB54DF"/>
    <w:pPr>
      <w:spacing w:before="240" w:after="80"/>
      <w:outlineLvl w:val="1"/>
    </w:pPr>
    <w:rPr>
      <w:rFonts w:asciiTheme="majorHAnsi" w:hAnsiTheme="majorHAnsi"/>
      <w:color w:val="4F81BD" w:themeColor="accent1"/>
    </w:rPr>
  </w:style>
  <w:style w:type="paragraph" w:styleId="Title">
    <w:name w:val="Title"/>
    <w:basedOn w:val="Normal"/>
    <w:link w:val="TitleChar"/>
    <w:uiPriority w:val="4"/>
    <w:semiHidden/>
    <w:unhideWhenUsed/>
    <w:qFormat/>
    <w:rsid w:val="00CB54DF"/>
    <w:pPr>
      <w:spacing w:after="0" w:line="312" w:lineRule="auto"/>
      <w:jc w:val="both"/>
    </w:pPr>
    <w:rPr>
      <w:rFonts w:asciiTheme="majorHAnsi" w:eastAsiaTheme="majorEastAsia" w:hAnsiTheme="majorHAnsi" w:cstheme="majorHAnsi"/>
      <w:b/>
      <w:bCs/>
      <w:color w:val="4F81BD" w:themeColor="accent1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4"/>
    <w:semiHidden/>
    <w:rsid w:val="00CB54DF"/>
    <w:rPr>
      <w:rFonts w:asciiTheme="majorHAnsi" w:eastAsiaTheme="majorEastAsia" w:hAnsiTheme="majorHAnsi" w:cstheme="majorHAnsi"/>
      <w:b/>
      <w:bCs/>
      <w:color w:val="4F81BD" w:themeColor="accent1"/>
      <w:kern w:val="28"/>
      <w:sz w:val="3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B54D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4DF"/>
    <w:rPr>
      <w:rFonts w:ascii="Tahoma" w:hAnsi="Tahoma" w:cs="Tahoma"/>
      <w:sz w:val="16"/>
      <w:szCs w:val="16"/>
    </w:rPr>
  </w:style>
  <w:style w:type="paragraph" w:customStyle="1" w:styleId="BrochureSubtitle">
    <w:name w:val="Brochure Subtitle"/>
    <w:basedOn w:val="Normal"/>
    <w:qFormat/>
    <w:rsid w:val="00CB54DF"/>
    <w:pPr>
      <w:spacing w:before="60" w:after="120" w:line="240" w:lineRule="auto"/>
      <w:jc w:val="both"/>
    </w:pPr>
    <w:rPr>
      <w:i/>
      <w:color w:val="76923C" w:themeColor="accent3" w:themeShade="BF"/>
      <w:sz w:val="20"/>
    </w:rPr>
  </w:style>
  <w:style w:type="paragraph" w:customStyle="1" w:styleId="BrochureSubtitle2">
    <w:name w:val="Brochure Subtitle 2"/>
    <w:basedOn w:val="Normal"/>
    <w:qFormat/>
    <w:rsid w:val="00CB54DF"/>
    <w:pPr>
      <w:spacing w:before="120" w:after="120" w:line="384" w:lineRule="auto"/>
    </w:pPr>
    <w:rPr>
      <w:i/>
      <w:color w:val="76923C" w:themeColor="accent3" w:themeShade="BF"/>
      <w:sz w:val="20"/>
    </w:rPr>
  </w:style>
  <w:style w:type="paragraph" w:customStyle="1" w:styleId="SectionHeading2">
    <w:name w:val="Section Heading 2"/>
    <w:basedOn w:val="Normal"/>
    <w:qFormat/>
    <w:rsid w:val="00CB54DF"/>
    <w:pPr>
      <w:spacing w:before="240" w:after="80"/>
      <w:outlineLvl w:val="1"/>
    </w:pPr>
    <w:rPr>
      <w:rFonts w:asciiTheme="majorHAnsi" w:hAnsiTheme="majorHAnsi"/>
      <w:color w:val="4F81BD" w:themeColor="accent1"/>
    </w:rPr>
  </w:style>
  <w:style w:type="paragraph" w:customStyle="1" w:styleId="BrochureCopy">
    <w:name w:val="Brochure Copy"/>
    <w:basedOn w:val="Normal"/>
    <w:qFormat/>
    <w:rsid w:val="00CB54DF"/>
    <w:pPr>
      <w:spacing w:after="120" w:line="300" w:lineRule="auto"/>
    </w:pPr>
    <w:rPr>
      <w:sz w:val="18"/>
    </w:rPr>
  </w:style>
  <w:style w:type="paragraph" w:customStyle="1" w:styleId="SectionHeading1">
    <w:name w:val="Section Heading 1"/>
    <w:basedOn w:val="SectionHeading2"/>
    <w:qFormat/>
    <w:rsid w:val="00CB54DF"/>
    <w:rPr>
      <w:sz w:val="28"/>
    </w:rPr>
  </w:style>
  <w:style w:type="paragraph" w:customStyle="1" w:styleId="CaptionHeading">
    <w:name w:val="Caption Heading"/>
    <w:basedOn w:val="Normal"/>
    <w:qFormat/>
    <w:rsid w:val="00CB54DF"/>
    <w:pPr>
      <w:spacing w:after="120" w:line="312" w:lineRule="auto"/>
    </w:pPr>
    <w:rPr>
      <w:rFonts w:asciiTheme="majorHAnsi" w:hAnsiTheme="majorHAnsi"/>
      <w:color w:val="76923C" w:themeColor="accent3" w:themeShade="BF"/>
      <w:sz w:val="20"/>
    </w:rPr>
  </w:style>
  <w:style w:type="paragraph" w:customStyle="1" w:styleId="BrochureCaption">
    <w:name w:val="Brochure Caption"/>
    <w:basedOn w:val="Normal"/>
    <w:qFormat/>
    <w:rsid w:val="00CB54DF"/>
    <w:pPr>
      <w:spacing w:after="0" w:line="432" w:lineRule="auto"/>
    </w:pPr>
    <w:rPr>
      <w:i/>
      <w:color w:val="76923C" w:themeColor="accent3" w:themeShade="BF"/>
      <w:sz w:val="18"/>
    </w:rPr>
  </w:style>
  <w:style w:type="paragraph" w:customStyle="1" w:styleId="ContactInformation">
    <w:name w:val="Contact Information"/>
    <w:basedOn w:val="Normal"/>
    <w:qFormat/>
    <w:rsid w:val="00CB54DF"/>
    <w:pPr>
      <w:spacing w:after="0"/>
    </w:pPr>
    <w:rPr>
      <w:color w:val="4F81BD" w:themeColor="accent1"/>
      <w:sz w:val="18"/>
    </w:rPr>
  </w:style>
  <w:style w:type="paragraph" w:customStyle="1" w:styleId="ContactInformationHeading">
    <w:name w:val="Contact Information Heading"/>
    <w:basedOn w:val="Normal"/>
    <w:qFormat/>
    <w:rsid w:val="00CB54DF"/>
    <w:pPr>
      <w:spacing w:before="240" w:after="80"/>
    </w:pPr>
    <w:rPr>
      <w:rFonts w:asciiTheme="majorHAnsi" w:hAnsiTheme="majorHAnsi"/>
      <w:color w:val="4F81BD" w:themeColor="accent1"/>
    </w:rPr>
  </w:style>
  <w:style w:type="paragraph" w:customStyle="1" w:styleId="WebSiteAddress">
    <w:name w:val="Web Site Address"/>
    <w:basedOn w:val="Normal"/>
    <w:qFormat/>
    <w:rsid w:val="00CB54DF"/>
    <w:pPr>
      <w:spacing w:before="240" w:after="80"/>
    </w:pPr>
    <w:rPr>
      <w:color w:val="4F81BD" w:themeColor="accent1"/>
    </w:rPr>
  </w:style>
  <w:style w:type="paragraph" w:customStyle="1" w:styleId="BrochureList">
    <w:name w:val="Brochure List"/>
    <w:basedOn w:val="BrochureCopy"/>
    <w:qFormat/>
    <w:rsid w:val="00CB54DF"/>
    <w:pPr>
      <w:numPr>
        <w:numId w:val="1"/>
      </w:numPr>
    </w:pPr>
  </w:style>
  <w:style w:type="paragraph" w:customStyle="1" w:styleId="D3698C1BF2294BD59E4F83170C820D561">
    <w:name w:val="D3698C1BF2294BD59E4F83170C820D561"/>
    <w:rsid w:val="00CB54DF"/>
    <w:pPr>
      <w:spacing w:before="240" w:after="80"/>
      <w:outlineLvl w:val="1"/>
    </w:pPr>
    <w:rPr>
      <w:rFonts w:asciiTheme="majorHAnsi" w:hAnsiTheme="majorHAnsi"/>
      <w:color w:val="4F81BD" w:themeColor="accent1"/>
    </w:rPr>
  </w:style>
  <w:style w:type="paragraph" w:customStyle="1" w:styleId="64BDA2DDABEB45E6A11282D2E8E1D23E">
    <w:name w:val="64BDA2DDABEB45E6A11282D2E8E1D23E"/>
    <w:rsid w:val="00CB54DF"/>
    <w:pPr>
      <w:spacing w:before="240" w:after="80"/>
    </w:pPr>
    <w:rPr>
      <w:color w:val="4F81BD" w:themeColor="accent1"/>
    </w:rPr>
  </w:style>
  <w:style w:type="character" w:styleId="PlaceholderText">
    <w:name w:val="Placeholder Text"/>
    <w:basedOn w:val="DefaultParagraphFont"/>
    <w:uiPriority w:val="99"/>
    <w:semiHidden/>
    <w:rsid w:val="00B84E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pasquale\Downloads\TS010072667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0381C3919A443E88110DC64BA54E5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8A394-0D36-4596-9705-C754A4692936}"/>
      </w:docPartPr>
      <w:docPartBody>
        <w:p w:rsidR="000A3273" w:rsidRDefault="0085358F">
          <w:pPr>
            <w:pStyle w:val="30381C3919A443E88110DC64BA54E56B"/>
          </w:pPr>
          <w:r>
            <w:t>[Adventure Works]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D0BB1"/>
    <w:multiLevelType w:val="hybridMultilevel"/>
    <w:tmpl w:val="D2F20380"/>
    <w:lvl w:ilvl="0" w:tplc="B61A71D8">
      <w:start w:val="1"/>
      <w:numFmt w:val="decimal"/>
      <w:pStyle w:val="Brochure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DDB"/>
    <w:rsid w:val="000A3273"/>
    <w:rsid w:val="00743865"/>
    <w:rsid w:val="0085358F"/>
    <w:rsid w:val="0089487D"/>
    <w:rsid w:val="00C8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DBD59AFBD5422BAE3B538827F1F9EC">
    <w:name w:val="8DDBD59AFBD5422BAE3B538827F1F9EC"/>
  </w:style>
  <w:style w:type="paragraph" w:customStyle="1" w:styleId="BrochureCopy">
    <w:name w:val="Brochure Copy"/>
    <w:basedOn w:val="Normal"/>
    <w:qFormat/>
    <w:pPr>
      <w:spacing w:after="120" w:line="300" w:lineRule="auto"/>
    </w:pPr>
    <w:rPr>
      <w:rFonts w:eastAsiaTheme="minorHAnsi"/>
      <w:sz w:val="18"/>
    </w:rPr>
  </w:style>
  <w:style w:type="paragraph" w:customStyle="1" w:styleId="DFA72AC9BE034E10BA65C2F5AC0829C9">
    <w:name w:val="DFA72AC9BE034E10BA65C2F5AC0829C9"/>
  </w:style>
  <w:style w:type="paragraph" w:customStyle="1" w:styleId="E120D0FF08AB47EC96B0F24F3CB259D8">
    <w:name w:val="E120D0FF08AB47EC96B0F24F3CB259D8"/>
  </w:style>
  <w:style w:type="paragraph" w:customStyle="1" w:styleId="F2A7F6849D6643FA9C174D728931F7A9">
    <w:name w:val="F2A7F6849D6643FA9C174D728931F7A9"/>
  </w:style>
  <w:style w:type="paragraph" w:customStyle="1" w:styleId="EC74971703C44914B615574702925DC4">
    <w:name w:val="EC74971703C44914B615574702925DC4"/>
  </w:style>
  <w:style w:type="paragraph" w:customStyle="1" w:styleId="8EB27987F00F4A9383C6C20E300C557E">
    <w:name w:val="8EB27987F00F4A9383C6C20E300C557E"/>
  </w:style>
  <w:style w:type="paragraph" w:customStyle="1" w:styleId="B8F79C06F58D4A21A905EA89E5FBCEA5">
    <w:name w:val="B8F79C06F58D4A21A905EA89E5FBCEA5"/>
  </w:style>
  <w:style w:type="paragraph" w:customStyle="1" w:styleId="228FF07548114D5190ADA94BB8103E1A">
    <w:name w:val="228FF07548114D5190ADA94BB8103E1A"/>
  </w:style>
  <w:style w:type="paragraph" w:customStyle="1" w:styleId="817192C0DF36423B921CE585F3707EBC">
    <w:name w:val="817192C0DF36423B921CE585F3707EBC"/>
  </w:style>
  <w:style w:type="paragraph" w:customStyle="1" w:styleId="34609B94D14E47B9B1B870B16ED180F2">
    <w:name w:val="34609B94D14E47B9B1B870B16ED180F2"/>
  </w:style>
  <w:style w:type="paragraph" w:customStyle="1" w:styleId="9831B18F19E64BBDA55433205E328ED6">
    <w:name w:val="9831B18F19E64BBDA55433205E328ED6"/>
  </w:style>
  <w:style w:type="paragraph" w:customStyle="1" w:styleId="2D3DAC171D69438ABA115C37635EEF58">
    <w:name w:val="2D3DAC171D69438ABA115C37635EEF58"/>
  </w:style>
  <w:style w:type="paragraph" w:customStyle="1" w:styleId="27FE18B095EA404BB4DDC88FBF42F47C">
    <w:name w:val="27FE18B095EA404BB4DDC88FBF42F47C"/>
  </w:style>
  <w:style w:type="paragraph" w:customStyle="1" w:styleId="854CE78D15D949A0A8E414CC26CF7555">
    <w:name w:val="854CE78D15D949A0A8E414CC26CF7555"/>
  </w:style>
  <w:style w:type="paragraph" w:customStyle="1" w:styleId="12AA181BF9E54175A6E14E12793BD42F">
    <w:name w:val="12AA181BF9E54175A6E14E12793BD42F"/>
  </w:style>
  <w:style w:type="paragraph" w:customStyle="1" w:styleId="30381C3919A443E88110DC64BA54E56B">
    <w:name w:val="30381C3919A443E88110DC64BA54E56B"/>
  </w:style>
  <w:style w:type="paragraph" w:customStyle="1" w:styleId="344FB3E726684150B53BFCBB3FE78B77">
    <w:name w:val="344FB3E726684150B53BFCBB3FE78B77"/>
  </w:style>
  <w:style w:type="paragraph" w:customStyle="1" w:styleId="837AB1F6C09A4C6CB63CDB206965D021">
    <w:name w:val="837AB1F6C09A4C6CB63CDB206965D021"/>
  </w:style>
  <w:style w:type="paragraph" w:customStyle="1" w:styleId="A9CEC9408F534B8AB1E23E969FD5418A">
    <w:name w:val="A9CEC9408F534B8AB1E23E969FD5418A"/>
  </w:style>
  <w:style w:type="paragraph" w:customStyle="1" w:styleId="10A286924D374F1E97B660173448106C">
    <w:name w:val="10A286924D374F1E97B660173448106C"/>
  </w:style>
  <w:style w:type="paragraph" w:customStyle="1" w:styleId="7B6FDB9CA9D445F9A51BBCBC59D0F74B">
    <w:name w:val="7B6FDB9CA9D445F9A51BBCBC59D0F74B"/>
  </w:style>
  <w:style w:type="paragraph" w:customStyle="1" w:styleId="0C5153BE216A4C258BFE9DD1BE6876E8">
    <w:name w:val="0C5153BE216A4C258BFE9DD1BE6876E8"/>
  </w:style>
  <w:style w:type="paragraph" w:customStyle="1" w:styleId="BrochureSubtitle2">
    <w:name w:val="Brochure Subtitle 2"/>
    <w:basedOn w:val="Normal"/>
    <w:qFormat/>
    <w:pPr>
      <w:spacing w:before="120" w:after="120" w:line="384" w:lineRule="auto"/>
    </w:pPr>
    <w:rPr>
      <w:rFonts w:eastAsiaTheme="minorHAnsi"/>
      <w:i/>
      <w:color w:val="76923C" w:themeColor="accent3" w:themeShade="BF"/>
      <w:sz w:val="20"/>
    </w:rPr>
  </w:style>
  <w:style w:type="paragraph" w:customStyle="1" w:styleId="286DB08B5768489FB3193AAC12395C13">
    <w:name w:val="286DB08B5768489FB3193AAC12395C13"/>
  </w:style>
  <w:style w:type="paragraph" w:customStyle="1" w:styleId="F49BBF29560B488BB7D6827EB500F33E">
    <w:name w:val="F49BBF29560B488BB7D6827EB500F33E"/>
  </w:style>
  <w:style w:type="paragraph" w:customStyle="1" w:styleId="0BF822E319C54CD4A13C8EE76BA08880">
    <w:name w:val="0BF822E319C54CD4A13C8EE76BA08880"/>
  </w:style>
  <w:style w:type="paragraph" w:customStyle="1" w:styleId="BrochureList">
    <w:name w:val="Brochure List"/>
    <w:basedOn w:val="Normal"/>
    <w:qFormat/>
    <w:pPr>
      <w:numPr>
        <w:numId w:val="1"/>
      </w:numPr>
      <w:spacing w:after="120" w:line="300" w:lineRule="auto"/>
    </w:pPr>
    <w:rPr>
      <w:rFonts w:eastAsiaTheme="minorHAnsi"/>
      <w:sz w:val="18"/>
    </w:rPr>
  </w:style>
  <w:style w:type="paragraph" w:customStyle="1" w:styleId="518075DE1C8F4D47B9A2B4444D8803D3">
    <w:name w:val="518075DE1C8F4D47B9A2B4444D8803D3"/>
  </w:style>
  <w:style w:type="paragraph" w:customStyle="1" w:styleId="E91FEB618BF64E75B34F41605AFCC3A2">
    <w:name w:val="E91FEB618BF64E75B34F41605AFCC3A2"/>
  </w:style>
  <w:style w:type="paragraph" w:customStyle="1" w:styleId="A68DC2EA17FE41269C47C3B5F2678B01">
    <w:name w:val="A68DC2EA17FE41269C47C3B5F2678B01"/>
  </w:style>
  <w:style w:type="paragraph" w:customStyle="1" w:styleId="1439EDE981C441C3A2A2940E77FAD0AF">
    <w:name w:val="1439EDE981C441C3A2A2940E77FAD0AF"/>
  </w:style>
  <w:style w:type="paragraph" w:customStyle="1" w:styleId="8CCD46C99CB1434F94AB6F9FC637A41E">
    <w:name w:val="8CCD46C99CB1434F94AB6F9FC637A41E"/>
  </w:style>
  <w:style w:type="paragraph" w:customStyle="1" w:styleId="8D153C9D834141259289CEDB080F8152">
    <w:name w:val="8D153C9D834141259289CEDB080F8152"/>
    <w:rsid w:val="00C82DD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DBD59AFBD5422BAE3B538827F1F9EC">
    <w:name w:val="8DDBD59AFBD5422BAE3B538827F1F9EC"/>
  </w:style>
  <w:style w:type="paragraph" w:customStyle="1" w:styleId="BrochureCopy">
    <w:name w:val="Brochure Copy"/>
    <w:basedOn w:val="Normal"/>
    <w:qFormat/>
    <w:pPr>
      <w:spacing w:after="120" w:line="300" w:lineRule="auto"/>
    </w:pPr>
    <w:rPr>
      <w:rFonts w:eastAsiaTheme="minorHAnsi"/>
      <w:sz w:val="18"/>
    </w:rPr>
  </w:style>
  <w:style w:type="paragraph" w:customStyle="1" w:styleId="DFA72AC9BE034E10BA65C2F5AC0829C9">
    <w:name w:val="DFA72AC9BE034E10BA65C2F5AC0829C9"/>
  </w:style>
  <w:style w:type="paragraph" w:customStyle="1" w:styleId="E120D0FF08AB47EC96B0F24F3CB259D8">
    <w:name w:val="E120D0FF08AB47EC96B0F24F3CB259D8"/>
  </w:style>
  <w:style w:type="paragraph" w:customStyle="1" w:styleId="F2A7F6849D6643FA9C174D728931F7A9">
    <w:name w:val="F2A7F6849D6643FA9C174D728931F7A9"/>
  </w:style>
  <w:style w:type="paragraph" w:customStyle="1" w:styleId="EC74971703C44914B615574702925DC4">
    <w:name w:val="EC74971703C44914B615574702925DC4"/>
  </w:style>
  <w:style w:type="paragraph" w:customStyle="1" w:styleId="8EB27987F00F4A9383C6C20E300C557E">
    <w:name w:val="8EB27987F00F4A9383C6C20E300C557E"/>
  </w:style>
  <w:style w:type="paragraph" w:customStyle="1" w:styleId="B8F79C06F58D4A21A905EA89E5FBCEA5">
    <w:name w:val="B8F79C06F58D4A21A905EA89E5FBCEA5"/>
  </w:style>
  <w:style w:type="paragraph" w:customStyle="1" w:styleId="228FF07548114D5190ADA94BB8103E1A">
    <w:name w:val="228FF07548114D5190ADA94BB8103E1A"/>
  </w:style>
  <w:style w:type="paragraph" w:customStyle="1" w:styleId="817192C0DF36423B921CE585F3707EBC">
    <w:name w:val="817192C0DF36423B921CE585F3707EBC"/>
  </w:style>
  <w:style w:type="paragraph" w:customStyle="1" w:styleId="34609B94D14E47B9B1B870B16ED180F2">
    <w:name w:val="34609B94D14E47B9B1B870B16ED180F2"/>
  </w:style>
  <w:style w:type="paragraph" w:customStyle="1" w:styleId="9831B18F19E64BBDA55433205E328ED6">
    <w:name w:val="9831B18F19E64BBDA55433205E328ED6"/>
  </w:style>
  <w:style w:type="paragraph" w:customStyle="1" w:styleId="2D3DAC171D69438ABA115C37635EEF58">
    <w:name w:val="2D3DAC171D69438ABA115C37635EEF58"/>
  </w:style>
  <w:style w:type="paragraph" w:customStyle="1" w:styleId="27FE18B095EA404BB4DDC88FBF42F47C">
    <w:name w:val="27FE18B095EA404BB4DDC88FBF42F47C"/>
  </w:style>
  <w:style w:type="paragraph" w:customStyle="1" w:styleId="854CE78D15D949A0A8E414CC26CF7555">
    <w:name w:val="854CE78D15D949A0A8E414CC26CF7555"/>
  </w:style>
  <w:style w:type="paragraph" w:customStyle="1" w:styleId="12AA181BF9E54175A6E14E12793BD42F">
    <w:name w:val="12AA181BF9E54175A6E14E12793BD42F"/>
  </w:style>
  <w:style w:type="paragraph" w:customStyle="1" w:styleId="30381C3919A443E88110DC64BA54E56B">
    <w:name w:val="30381C3919A443E88110DC64BA54E56B"/>
  </w:style>
  <w:style w:type="paragraph" w:customStyle="1" w:styleId="344FB3E726684150B53BFCBB3FE78B77">
    <w:name w:val="344FB3E726684150B53BFCBB3FE78B77"/>
  </w:style>
  <w:style w:type="paragraph" w:customStyle="1" w:styleId="837AB1F6C09A4C6CB63CDB206965D021">
    <w:name w:val="837AB1F6C09A4C6CB63CDB206965D021"/>
  </w:style>
  <w:style w:type="paragraph" w:customStyle="1" w:styleId="A9CEC9408F534B8AB1E23E969FD5418A">
    <w:name w:val="A9CEC9408F534B8AB1E23E969FD5418A"/>
  </w:style>
  <w:style w:type="paragraph" w:customStyle="1" w:styleId="10A286924D374F1E97B660173448106C">
    <w:name w:val="10A286924D374F1E97B660173448106C"/>
  </w:style>
  <w:style w:type="paragraph" w:customStyle="1" w:styleId="7B6FDB9CA9D445F9A51BBCBC59D0F74B">
    <w:name w:val="7B6FDB9CA9D445F9A51BBCBC59D0F74B"/>
  </w:style>
  <w:style w:type="paragraph" w:customStyle="1" w:styleId="0C5153BE216A4C258BFE9DD1BE6876E8">
    <w:name w:val="0C5153BE216A4C258BFE9DD1BE6876E8"/>
  </w:style>
  <w:style w:type="paragraph" w:customStyle="1" w:styleId="BrochureSubtitle2">
    <w:name w:val="Brochure Subtitle 2"/>
    <w:basedOn w:val="Normal"/>
    <w:qFormat/>
    <w:pPr>
      <w:spacing w:before="120" w:after="120" w:line="384" w:lineRule="auto"/>
    </w:pPr>
    <w:rPr>
      <w:rFonts w:eastAsiaTheme="minorHAnsi"/>
      <w:i/>
      <w:color w:val="76923C" w:themeColor="accent3" w:themeShade="BF"/>
      <w:sz w:val="20"/>
    </w:rPr>
  </w:style>
  <w:style w:type="paragraph" w:customStyle="1" w:styleId="286DB08B5768489FB3193AAC12395C13">
    <w:name w:val="286DB08B5768489FB3193AAC12395C13"/>
  </w:style>
  <w:style w:type="paragraph" w:customStyle="1" w:styleId="F49BBF29560B488BB7D6827EB500F33E">
    <w:name w:val="F49BBF29560B488BB7D6827EB500F33E"/>
  </w:style>
  <w:style w:type="paragraph" w:customStyle="1" w:styleId="0BF822E319C54CD4A13C8EE76BA08880">
    <w:name w:val="0BF822E319C54CD4A13C8EE76BA08880"/>
  </w:style>
  <w:style w:type="paragraph" w:customStyle="1" w:styleId="BrochureList">
    <w:name w:val="Brochure List"/>
    <w:basedOn w:val="Normal"/>
    <w:qFormat/>
    <w:pPr>
      <w:numPr>
        <w:numId w:val="1"/>
      </w:numPr>
      <w:spacing w:after="120" w:line="300" w:lineRule="auto"/>
    </w:pPr>
    <w:rPr>
      <w:rFonts w:eastAsiaTheme="minorHAnsi"/>
      <w:sz w:val="18"/>
    </w:rPr>
  </w:style>
  <w:style w:type="paragraph" w:customStyle="1" w:styleId="518075DE1C8F4D47B9A2B4444D8803D3">
    <w:name w:val="518075DE1C8F4D47B9A2B4444D8803D3"/>
  </w:style>
  <w:style w:type="paragraph" w:customStyle="1" w:styleId="E91FEB618BF64E75B34F41605AFCC3A2">
    <w:name w:val="E91FEB618BF64E75B34F41605AFCC3A2"/>
  </w:style>
  <w:style w:type="paragraph" w:customStyle="1" w:styleId="A68DC2EA17FE41269C47C3B5F2678B01">
    <w:name w:val="A68DC2EA17FE41269C47C3B5F2678B01"/>
  </w:style>
  <w:style w:type="paragraph" w:customStyle="1" w:styleId="1439EDE981C441C3A2A2940E77FAD0AF">
    <w:name w:val="1439EDE981C441C3A2A2940E77FAD0AF"/>
  </w:style>
  <w:style w:type="paragraph" w:customStyle="1" w:styleId="8CCD46C99CB1434F94AB6F9FC637A41E">
    <w:name w:val="8CCD46C99CB1434F94AB6F9FC637A41E"/>
  </w:style>
  <w:style w:type="paragraph" w:customStyle="1" w:styleId="8D153C9D834141259289CEDB080F8152">
    <w:name w:val="8D153C9D834141259289CEDB080F8152"/>
    <w:rsid w:val="00C82D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8F6DC-0ACC-4157-A32B-7F1A83CBFA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22769-7312-48C9-8C72-9F58185F7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TS010072667 (1)</Template>
  <TotalTime>1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Brochure (8 1/2 x 11, landscape, 2-fold)</vt:lpstr>
    </vt:vector>
  </TitlesOfParts>
  <Company>Title Page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Brochure (8 1/2 x 11, landscape, 2-fold)</dc:title>
  <dc:creator>Erica Pasquale</dc:creator>
  <cp:lastModifiedBy>Erica Pasquale</cp:lastModifiedBy>
  <cp:revision>3</cp:revision>
  <cp:lastPrinted>2012-09-10T12:36:00Z</cp:lastPrinted>
  <dcterms:created xsi:type="dcterms:W3CDTF">2012-09-13T13:05:00Z</dcterms:created>
  <dcterms:modified xsi:type="dcterms:W3CDTF">2012-09-20T13:27:00Z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TC100726679990</vt:lpwstr>
  </property>
</Properties>
</file>